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269A80AD" w:rsidR="003F10CA" w:rsidRPr="00AC619D" w:rsidRDefault="00630723" w:rsidP="00AC619D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AC619D">
        <w:rPr>
          <w:rFonts w:asciiTheme="minorHAnsi" w:hAnsiTheme="minorHAnsi"/>
          <w:szCs w:val="36"/>
        </w:rPr>
        <w:t>Załącznik n</w:t>
      </w:r>
      <w:r w:rsidR="00600D3D" w:rsidRPr="00AC619D">
        <w:rPr>
          <w:rFonts w:asciiTheme="minorHAnsi" w:hAnsiTheme="minorHAnsi"/>
          <w:szCs w:val="36"/>
        </w:rPr>
        <w:t>ume</w:t>
      </w:r>
      <w:r w:rsidRPr="00AC619D">
        <w:rPr>
          <w:rFonts w:asciiTheme="minorHAnsi" w:hAnsiTheme="minorHAnsi"/>
          <w:szCs w:val="36"/>
        </w:rPr>
        <w:t>r 7 do Zapytania ofertowego numer</w:t>
      </w:r>
      <w:r w:rsidR="00AC619D" w:rsidRPr="00AC619D">
        <w:rPr>
          <w:rFonts w:asciiTheme="minorHAnsi" w:hAnsiTheme="minorHAnsi"/>
          <w:szCs w:val="36"/>
        </w:rPr>
        <w:t xml:space="preserve"> </w:t>
      </w:r>
      <w:proofErr w:type="spellStart"/>
      <w:r w:rsidR="00AC619D" w:rsidRPr="00AC619D">
        <w:rPr>
          <w:rFonts w:asciiTheme="minorHAnsi" w:hAnsiTheme="minorHAnsi"/>
          <w:szCs w:val="36"/>
        </w:rPr>
        <w:t>WSNoZ</w:t>
      </w:r>
      <w:proofErr w:type="spellEnd"/>
      <w:r w:rsidR="00AC619D" w:rsidRPr="00AC619D">
        <w:rPr>
          <w:rFonts w:asciiTheme="minorHAnsi" w:hAnsiTheme="minorHAnsi"/>
          <w:szCs w:val="36"/>
        </w:rPr>
        <w:t>/</w:t>
      </w:r>
      <w:r w:rsidR="0091364F">
        <w:rPr>
          <w:rFonts w:asciiTheme="minorHAnsi" w:hAnsiTheme="minorHAnsi"/>
          <w:szCs w:val="36"/>
        </w:rPr>
        <w:t>1</w:t>
      </w:r>
      <w:r w:rsidR="00AC619D" w:rsidRPr="00AC619D">
        <w:rPr>
          <w:rFonts w:asciiTheme="minorHAnsi" w:hAnsiTheme="minorHAnsi"/>
          <w:szCs w:val="36"/>
        </w:rPr>
        <w:t>/</w:t>
      </w:r>
      <w:r w:rsidR="0091364F">
        <w:rPr>
          <w:rFonts w:asciiTheme="minorHAnsi" w:hAnsiTheme="minorHAnsi"/>
          <w:szCs w:val="36"/>
        </w:rPr>
        <w:t>01</w:t>
      </w:r>
      <w:r w:rsidR="00AC619D" w:rsidRPr="00AC619D">
        <w:rPr>
          <w:rFonts w:asciiTheme="minorHAnsi" w:hAnsiTheme="minorHAnsi"/>
          <w:szCs w:val="36"/>
        </w:rPr>
        <w:t>/202</w:t>
      </w:r>
      <w:r w:rsidR="0091364F">
        <w:rPr>
          <w:rFonts w:asciiTheme="minorHAnsi" w:hAnsiTheme="minorHAnsi"/>
          <w:szCs w:val="36"/>
        </w:rPr>
        <w:t>6</w:t>
      </w:r>
      <w:r w:rsidRPr="00AC619D">
        <w:rPr>
          <w:rFonts w:asciiTheme="minorHAnsi" w:hAnsiTheme="minorHAnsi"/>
          <w:szCs w:val="36"/>
        </w:rPr>
        <w:t xml:space="preserve"> </w:t>
      </w:r>
      <w:r w:rsidR="00EB4433" w:rsidRPr="00AC619D">
        <w:rPr>
          <w:rFonts w:asciiTheme="minorHAnsi" w:hAnsiTheme="minorHAnsi"/>
          <w:szCs w:val="36"/>
        </w:rPr>
        <w:t>-</w:t>
      </w:r>
      <w:r w:rsidRPr="00AC619D">
        <w:rPr>
          <w:rFonts w:asciiTheme="minorHAnsi" w:hAnsiTheme="minorHAnsi"/>
          <w:szCs w:val="36"/>
        </w:rPr>
        <w:t xml:space="preserve"> „Szczegółowy opis przedmiotu zamówienia”</w:t>
      </w:r>
    </w:p>
    <w:p w14:paraId="6BFCDE7C" w14:textId="570E7119" w:rsidR="0098541A" w:rsidRPr="00AC619D" w:rsidRDefault="00944B85" w:rsidP="00AC619D">
      <w:pPr>
        <w:pStyle w:val="Nagwek2"/>
        <w:spacing w:line="360" w:lineRule="auto"/>
        <w:rPr>
          <w:rFonts w:asciiTheme="minorHAnsi" w:hAnsiTheme="minorHAnsi"/>
        </w:rPr>
      </w:pPr>
      <w:r w:rsidRPr="00AC619D">
        <w:rPr>
          <w:rStyle w:val="Nagwek2Znak"/>
          <w:rFonts w:asciiTheme="minorHAnsi" w:hAnsiTheme="minorHAnsi"/>
          <w:b/>
          <w:bCs/>
          <w:lang w:val="pl-PL"/>
        </w:rPr>
        <w:t>Informacje</w:t>
      </w:r>
      <w:r w:rsidR="00630723" w:rsidRPr="00AC619D">
        <w:rPr>
          <w:rStyle w:val="Nagwek2Znak"/>
          <w:rFonts w:asciiTheme="minorHAnsi" w:hAnsiTheme="minorHAnsi"/>
          <w:b/>
          <w:bCs/>
          <w:lang w:val="pl-PL"/>
        </w:rPr>
        <w:t xml:space="preserve"> o łącznej liczbie osób</w:t>
      </w:r>
    </w:p>
    <w:p w14:paraId="0B0DCA01" w14:textId="1FC9FC85" w:rsidR="003F10CA" w:rsidRPr="00AC619D" w:rsidRDefault="00645744" w:rsidP="00AC619D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 xml:space="preserve">Łączna liczba osób do przeszkolenia w ramach zaplanowanych części szkoleń wynosi </w:t>
      </w:r>
      <w:r w:rsidR="00216E17">
        <w:rPr>
          <w:rFonts w:asciiTheme="minorHAnsi" w:hAnsiTheme="minorHAnsi" w:cstheme="minorHAnsi"/>
        </w:rPr>
        <w:t>trzydzieści</w:t>
      </w:r>
      <w:r w:rsidRPr="00AC619D">
        <w:rPr>
          <w:rFonts w:asciiTheme="minorHAnsi" w:hAnsiTheme="minorHAnsi" w:cstheme="minorHAnsi"/>
        </w:rPr>
        <w:t xml:space="preserve"> osiem osób.</w:t>
      </w:r>
    </w:p>
    <w:p w14:paraId="393CC53F" w14:textId="1605C6ED" w:rsidR="00630723" w:rsidRPr="00AC619D" w:rsidRDefault="00630723" w:rsidP="00AC619D">
      <w:pPr>
        <w:pStyle w:val="Nagwek2"/>
        <w:spacing w:line="360" w:lineRule="auto"/>
        <w:rPr>
          <w:rFonts w:asciiTheme="minorHAnsi" w:hAnsiTheme="minorHAnsi"/>
        </w:rPr>
      </w:pPr>
      <w:r w:rsidRPr="00AC619D">
        <w:rPr>
          <w:rFonts w:asciiTheme="minorHAnsi" w:hAnsiTheme="minorHAnsi"/>
        </w:rPr>
        <w:t>Część n</w:t>
      </w:r>
      <w:r w:rsidR="00AC619D">
        <w:rPr>
          <w:rFonts w:asciiTheme="minorHAnsi" w:hAnsiTheme="minorHAnsi"/>
        </w:rPr>
        <w:t>ume</w:t>
      </w:r>
      <w:r w:rsidRPr="00AC619D">
        <w:rPr>
          <w:rFonts w:asciiTheme="minorHAnsi" w:hAnsiTheme="minorHAnsi"/>
        </w:rPr>
        <w:t xml:space="preserve">r </w:t>
      </w:r>
      <w:r w:rsidR="0091364F">
        <w:rPr>
          <w:rFonts w:asciiTheme="minorHAnsi" w:hAnsiTheme="minorHAnsi"/>
        </w:rPr>
        <w:t>1</w:t>
      </w:r>
      <w:r w:rsidR="0006426B" w:rsidRPr="00AC619D">
        <w:rPr>
          <w:rFonts w:asciiTheme="minorHAnsi" w:hAnsiTheme="minorHAnsi"/>
        </w:rPr>
        <w:t xml:space="preserve"> - </w:t>
      </w:r>
      <w:r w:rsidRPr="00AC619D">
        <w:rPr>
          <w:rFonts w:asciiTheme="minorHAnsi" w:hAnsiTheme="minorHAnsi"/>
        </w:rPr>
        <w:t>Ramowy program kursu</w:t>
      </w:r>
      <w:r w:rsidR="0006426B" w:rsidRPr="00AC619D">
        <w:rPr>
          <w:rFonts w:asciiTheme="minorHAnsi" w:hAnsiTheme="minorHAnsi"/>
        </w:rPr>
        <w:t xml:space="preserve"> „</w:t>
      </w:r>
      <w:r w:rsidRPr="00AC619D">
        <w:rPr>
          <w:rFonts w:asciiTheme="minorHAnsi" w:hAnsiTheme="minorHAnsi"/>
        </w:rPr>
        <w:t>Kurs języka migowego</w:t>
      </w:r>
      <w:r w:rsidR="0006426B" w:rsidRPr="00AC619D">
        <w:rPr>
          <w:rFonts w:asciiTheme="minorHAnsi" w:hAnsiTheme="minorHAnsi"/>
        </w:rPr>
        <w:t>”</w:t>
      </w:r>
    </w:p>
    <w:p w14:paraId="6B67CE9C" w14:textId="60A2E086" w:rsidR="00630723" w:rsidRPr="00AC619D" w:rsidRDefault="00630723" w:rsidP="00AC619D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Plan zajęć</w:t>
      </w:r>
      <w:r w:rsidR="00645744" w:rsidRPr="00AC619D">
        <w:rPr>
          <w:rFonts w:asciiTheme="minorHAnsi" w:hAnsiTheme="minorHAnsi" w:cstheme="minorHAnsi"/>
        </w:rPr>
        <w:t xml:space="preserve"> dla p</w:t>
      </w:r>
      <w:r w:rsidRPr="00AC619D">
        <w:rPr>
          <w:rFonts w:asciiTheme="minorHAnsi" w:hAnsiTheme="minorHAnsi" w:cstheme="minorHAnsi"/>
        </w:rPr>
        <w:t>oziom</w:t>
      </w:r>
      <w:r w:rsidR="00645744" w:rsidRPr="00AC619D">
        <w:rPr>
          <w:rFonts w:asciiTheme="minorHAnsi" w:hAnsiTheme="minorHAnsi" w:cstheme="minorHAnsi"/>
        </w:rPr>
        <w:t>u</w:t>
      </w:r>
      <w:r w:rsidRPr="00AC619D">
        <w:rPr>
          <w:rFonts w:asciiTheme="minorHAnsi" w:hAnsiTheme="minorHAnsi" w:cstheme="minorHAnsi"/>
        </w:rPr>
        <w:t xml:space="preserve"> A1</w:t>
      </w:r>
      <w:r w:rsidR="00C53D1A" w:rsidRPr="00AC619D">
        <w:rPr>
          <w:rFonts w:asciiTheme="minorHAnsi" w:hAnsiTheme="minorHAnsi" w:cstheme="minorHAnsi"/>
        </w:rPr>
        <w:t>.</w:t>
      </w:r>
    </w:p>
    <w:p w14:paraId="086E36E1" w14:textId="29617900" w:rsidR="00630723" w:rsidRPr="00AC619D" w:rsidRDefault="00630723" w:rsidP="00AC619D">
      <w:pPr>
        <w:pStyle w:val="Akapitzlist"/>
        <w:numPr>
          <w:ilvl w:val="1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Moduł 1: Wprowadzenie i podstawy</w:t>
      </w:r>
      <w:r w:rsidR="00C53D1A" w:rsidRPr="00AC619D">
        <w:rPr>
          <w:rFonts w:asciiTheme="minorHAnsi" w:hAnsiTheme="minorHAnsi" w:cstheme="minorHAnsi"/>
        </w:rPr>
        <w:t>.</w:t>
      </w:r>
    </w:p>
    <w:p w14:paraId="073C0120" w14:textId="707CEC9A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1: Poznajmy się</w:t>
      </w:r>
      <w:r w:rsidR="00C53D1A" w:rsidRPr="00AC619D">
        <w:rPr>
          <w:rFonts w:asciiTheme="minorHAnsi" w:hAnsiTheme="minorHAnsi" w:cstheme="minorHAnsi"/>
        </w:rPr>
        <w:t>.</w:t>
      </w:r>
    </w:p>
    <w:p w14:paraId="67B2F4C2" w14:textId="2FF16A86" w:rsidR="00C53D1A" w:rsidRPr="00AC619D" w:rsidRDefault="00C53D1A" w:rsidP="00AC619D">
      <w:pPr>
        <w:pStyle w:val="Akapitzlist"/>
        <w:numPr>
          <w:ilvl w:val="3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Cel: uczestnicy nauczą się zasad savoir-vivre obowiązujących w środowisku osób głuchych. Poznają, jak poprawnie zwrócić na siebie uwagę i jak zapewnić swobodną komunikację wizualno-przestrzenną.</w:t>
      </w:r>
    </w:p>
    <w:p w14:paraId="2403E29F" w14:textId="12512D4F" w:rsidR="00630723" w:rsidRPr="00AC619D" w:rsidRDefault="00C53D1A" w:rsidP="00AC619D">
      <w:pPr>
        <w:pStyle w:val="Akapitzlist"/>
        <w:numPr>
          <w:ilvl w:val="3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Umiejętności: przedstawienie się (imię), określenie swojego statusu (osoba głucha, słysząca, słabosłysząca) oraz podanie wieku przy użyciu liczebników migowych w zakresie od zera do dziewięćdziesięciu dziewięciu oraz liczebników inkorporowanych dla lat od jednego do dziewięciu.</w:t>
      </w:r>
    </w:p>
    <w:p w14:paraId="29AF8BC7" w14:textId="78FC37B3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2: Gdzie mieszkasz</w:t>
      </w:r>
      <w:r w:rsidR="00C53D1A" w:rsidRPr="00AC619D">
        <w:rPr>
          <w:rFonts w:asciiTheme="minorHAnsi" w:hAnsiTheme="minorHAnsi" w:cstheme="minorHAnsi"/>
        </w:rPr>
        <w:t>.</w:t>
      </w:r>
    </w:p>
    <w:p w14:paraId="4E9219C0" w14:textId="7EF1C84F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3: Szkoła i praca</w:t>
      </w:r>
      <w:r w:rsidR="00C53D1A" w:rsidRPr="00AC619D">
        <w:rPr>
          <w:rFonts w:asciiTheme="minorHAnsi" w:hAnsiTheme="minorHAnsi" w:cstheme="minorHAnsi"/>
        </w:rPr>
        <w:t>.</w:t>
      </w:r>
    </w:p>
    <w:p w14:paraId="55F2A707" w14:textId="1C9E6953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lastRenderedPageBreak/>
        <w:t>Lekcja 4: Rodzina</w:t>
      </w:r>
      <w:r w:rsidR="00C53D1A" w:rsidRPr="00AC619D">
        <w:rPr>
          <w:rFonts w:asciiTheme="minorHAnsi" w:hAnsiTheme="minorHAnsi" w:cstheme="minorHAnsi"/>
        </w:rPr>
        <w:t>.</w:t>
      </w:r>
    </w:p>
    <w:p w14:paraId="58FE8DEF" w14:textId="043B5AEA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5: Bliskie mi osoby</w:t>
      </w:r>
      <w:r w:rsidR="00C53D1A" w:rsidRPr="00AC619D">
        <w:rPr>
          <w:rFonts w:asciiTheme="minorHAnsi" w:hAnsiTheme="minorHAnsi" w:cstheme="minorHAnsi"/>
        </w:rPr>
        <w:t>.</w:t>
      </w:r>
    </w:p>
    <w:p w14:paraId="3897F439" w14:textId="741B7A9A" w:rsidR="00630723" w:rsidRPr="00AC619D" w:rsidRDefault="00630723" w:rsidP="00AC619D">
      <w:pPr>
        <w:pStyle w:val="Akapitzlist"/>
        <w:numPr>
          <w:ilvl w:val="1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Moduł 2: Opis i charakterystyka</w:t>
      </w:r>
      <w:r w:rsidR="00C53D1A" w:rsidRPr="00AC619D">
        <w:rPr>
          <w:rFonts w:asciiTheme="minorHAnsi" w:hAnsiTheme="minorHAnsi" w:cstheme="minorHAnsi"/>
        </w:rPr>
        <w:t>.</w:t>
      </w:r>
    </w:p>
    <w:p w14:paraId="388105D9" w14:textId="5D3B5D9B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6: Wygląd zewnętrzny</w:t>
      </w:r>
      <w:r w:rsidR="00C53D1A" w:rsidRPr="00AC619D">
        <w:rPr>
          <w:rFonts w:asciiTheme="minorHAnsi" w:hAnsiTheme="minorHAnsi" w:cstheme="minorHAnsi"/>
        </w:rPr>
        <w:t>.</w:t>
      </w:r>
    </w:p>
    <w:p w14:paraId="48CA3930" w14:textId="4982E04B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7: Ubrania i akcesoria</w:t>
      </w:r>
      <w:r w:rsidR="00C53D1A" w:rsidRPr="00AC619D">
        <w:rPr>
          <w:rFonts w:asciiTheme="minorHAnsi" w:hAnsiTheme="minorHAnsi" w:cstheme="minorHAnsi"/>
        </w:rPr>
        <w:t>.</w:t>
      </w:r>
    </w:p>
    <w:p w14:paraId="1100BABC" w14:textId="3CE3870C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8: Czas wolny</w:t>
      </w:r>
      <w:r w:rsidR="00C53D1A" w:rsidRPr="00AC619D">
        <w:rPr>
          <w:rFonts w:asciiTheme="minorHAnsi" w:hAnsiTheme="minorHAnsi" w:cstheme="minorHAnsi"/>
        </w:rPr>
        <w:t>.</w:t>
      </w:r>
    </w:p>
    <w:p w14:paraId="64087F08" w14:textId="7FC09D1D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9: Cechy charakteru</w:t>
      </w:r>
      <w:r w:rsidR="00C53D1A" w:rsidRPr="00AC619D">
        <w:rPr>
          <w:rFonts w:asciiTheme="minorHAnsi" w:hAnsiTheme="minorHAnsi" w:cstheme="minorHAnsi"/>
        </w:rPr>
        <w:t>.</w:t>
      </w:r>
    </w:p>
    <w:p w14:paraId="34FE53B6" w14:textId="1B5865DC" w:rsidR="00630723" w:rsidRPr="00AC619D" w:rsidRDefault="00630723" w:rsidP="00AC619D">
      <w:pPr>
        <w:pStyle w:val="Akapitzlist"/>
        <w:numPr>
          <w:ilvl w:val="1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Moduł 3: Świat wokół nas</w:t>
      </w:r>
      <w:r w:rsidR="00C53D1A" w:rsidRPr="00AC619D">
        <w:rPr>
          <w:rFonts w:asciiTheme="minorHAnsi" w:hAnsiTheme="minorHAnsi" w:cstheme="minorHAnsi"/>
        </w:rPr>
        <w:t>.</w:t>
      </w:r>
    </w:p>
    <w:p w14:paraId="1BDE45FC" w14:textId="29487A5F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10: Świat w migach</w:t>
      </w:r>
      <w:r w:rsidR="00C53D1A" w:rsidRPr="00AC619D">
        <w:rPr>
          <w:rFonts w:asciiTheme="minorHAnsi" w:hAnsiTheme="minorHAnsi" w:cstheme="minorHAnsi"/>
        </w:rPr>
        <w:t>.</w:t>
      </w:r>
    </w:p>
    <w:p w14:paraId="392F985C" w14:textId="02DD3F4D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 xml:space="preserve">Lekcja 11: </w:t>
      </w:r>
      <w:r w:rsidR="00C53D1A" w:rsidRPr="00AC619D">
        <w:rPr>
          <w:rFonts w:asciiTheme="minorHAnsi" w:hAnsiTheme="minorHAnsi" w:cstheme="minorHAnsi"/>
        </w:rPr>
        <w:t>Polska w znakach Polskiego Języka Migowego.</w:t>
      </w:r>
    </w:p>
    <w:p w14:paraId="71F4C3A8" w14:textId="7CD22611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Lekcja 12: Plan dnia i tygodnia</w:t>
      </w:r>
      <w:r w:rsidR="00C53D1A" w:rsidRPr="00AC619D">
        <w:rPr>
          <w:rFonts w:asciiTheme="minorHAnsi" w:hAnsiTheme="minorHAnsi" w:cstheme="minorHAnsi"/>
        </w:rPr>
        <w:t>.</w:t>
      </w:r>
    </w:p>
    <w:p w14:paraId="5602F3C0" w14:textId="250B43C1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Sprawdzenie umiejętności</w:t>
      </w:r>
      <w:r w:rsidR="00C53D1A" w:rsidRPr="00AC619D">
        <w:rPr>
          <w:rFonts w:asciiTheme="minorHAnsi" w:hAnsiTheme="minorHAnsi" w:cstheme="minorHAnsi"/>
        </w:rPr>
        <w:t>.</w:t>
      </w:r>
    </w:p>
    <w:p w14:paraId="4A4DDFFF" w14:textId="525F26B1" w:rsidR="00630723" w:rsidRPr="00AC619D" w:rsidRDefault="00630723" w:rsidP="00AC619D">
      <w:pPr>
        <w:pStyle w:val="Akapitzlist"/>
        <w:numPr>
          <w:ilvl w:val="2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Końcowy test podsumowujący umiejętności nabyte podczas kursu.</w:t>
      </w:r>
    </w:p>
    <w:p w14:paraId="0087D409" w14:textId="77777777" w:rsidR="00645744" w:rsidRPr="00AC619D" w:rsidRDefault="00645744" w:rsidP="00AC619D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Uwaga: obowiązek przygotowania i udostępnienia materiałów dydaktycznych.</w:t>
      </w:r>
    </w:p>
    <w:p w14:paraId="29993F90" w14:textId="6F3BDF65" w:rsidR="00630723" w:rsidRPr="00AC619D" w:rsidRDefault="00630723" w:rsidP="00AC619D">
      <w:pPr>
        <w:pStyle w:val="Nagwek2"/>
        <w:spacing w:line="360" w:lineRule="auto"/>
        <w:rPr>
          <w:rFonts w:asciiTheme="minorHAnsi" w:hAnsiTheme="minorHAnsi"/>
        </w:rPr>
      </w:pPr>
      <w:r w:rsidRPr="00AC619D">
        <w:rPr>
          <w:rFonts w:asciiTheme="minorHAnsi" w:hAnsiTheme="minorHAnsi"/>
        </w:rPr>
        <w:t>Część n</w:t>
      </w:r>
      <w:r w:rsidR="00AC619D">
        <w:rPr>
          <w:rFonts w:asciiTheme="minorHAnsi" w:hAnsiTheme="minorHAnsi"/>
        </w:rPr>
        <w:t>ume</w:t>
      </w:r>
      <w:r w:rsidRPr="00AC619D">
        <w:rPr>
          <w:rFonts w:asciiTheme="minorHAnsi" w:hAnsiTheme="minorHAnsi"/>
        </w:rPr>
        <w:t xml:space="preserve">r </w:t>
      </w:r>
      <w:r w:rsidR="0091364F">
        <w:rPr>
          <w:rFonts w:asciiTheme="minorHAnsi" w:hAnsiTheme="minorHAnsi"/>
        </w:rPr>
        <w:t>2</w:t>
      </w:r>
      <w:r w:rsidR="00645744" w:rsidRPr="00AC619D">
        <w:rPr>
          <w:rFonts w:asciiTheme="minorHAnsi" w:hAnsiTheme="minorHAnsi"/>
        </w:rPr>
        <w:t xml:space="preserve"> - </w:t>
      </w:r>
      <w:r w:rsidRPr="00AC619D">
        <w:rPr>
          <w:rFonts w:asciiTheme="minorHAnsi" w:hAnsiTheme="minorHAnsi"/>
        </w:rPr>
        <w:t>Ramowy plan szkolenia</w:t>
      </w:r>
      <w:r w:rsidR="00645744" w:rsidRPr="00AC619D">
        <w:rPr>
          <w:rFonts w:asciiTheme="minorHAnsi" w:hAnsiTheme="minorHAnsi"/>
        </w:rPr>
        <w:t xml:space="preserve"> „</w:t>
      </w:r>
      <w:r w:rsidRPr="00AC619D">
        <w:rPr>
          <w:rFonts w:asciiTheme="minorHAnsi" w:hAnsiTheme="minorHAnsi"/>
        </w:rPr>
        <w:t xml:space="preserve">Standard </w:t>
      </w:r>
      <w:r w:rsidR="00645744" w:rsidRPr="00AC619D">
        <w:rPr>
          <w:rFonts w:asciiTheme="minorHAnsi" w:hAnsiTheme="minorHAnsi"/>
        </w:rPr>
        <w:t>WCAG</w:t>
      </w:r>
      <w:r w:rsidRPr="00AC619D">
        <w:rPr>
          <w:rFonts w:asciiTheme="minorHAnsi" w:hAnsiTheme="minorHAnsi"/>
        </w:rPr>
        <w:t xml:space="preserve"> 2.1 a dostępność cyfrowa</w:t>
      </w:r>
      <w:r w:rsidR="00645744" w:rsidRPr="00AC619D">
        <w:rPr>
          <w:rFonts w:asciiTheme="minorHAnsi" w:hAnsiTheme="minorHAnsi"/>
        </w:rPr>
        <w:t>”</w:t>
      </w:r>
    </w:p>
    <w:p w14:paraId="7728332D" w14:textId="275C3BB4" w:rsidR="00630723" w:rsidRPr="00AC619D" w:rsidRDefault="00630723" w:rsidP="00AC619D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Wprowadzenie do dostępności</w:t>
      </w:r>
      <w:r w:rsidR="00C53D1A" w:rsidRPr="00AC619D">
        <w:rPr>
          <w:rFonts w:asciiTheme="minorHAnsi" w:hAnsiTheme="minorHAnsi" w:cstheme="minorHAnsi"/>
        </w:rPr>
        <w:t>:</w:t>
      </w:r>
    </w:p>
    <w:p w14:paraId="5C404A92" w14:textId="01105324" w:rsidR="00630723" w:rsidRPr="00AC619D" w:rsidRDefault="00C53D1A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Czym jest dostępność – zrozumienie podstawowych założeń i najczęstszych problemów.</w:t>
      </w:r>
    </w:p>
    <w:p w14:paraId="29799B62" w14:textId="77777777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Definicja dostępności.</w:t>
      </w:r>
    </w:p>
    <w:p w14:paraId="394AB7FF" w14:textId="6D439FF3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Kogo uznajemy za osobę z niepełnosprawnością</w:t>
      </w:r>
      <w:r w:rsidR="00C53D1A" w:rsidRPr="00AC619D">
        <w:rPr>
          <w:rFonts w:asciiTheme="minorHAnsi" w:hAnsiTheme="minorHAnsi" w:cstheme="minorHAnsi"/>
        </w:rPr>
        <w:t>.</w:t>
      </w:r>
    </w:p>
    <w:p w14:paraId="028190BA" w14:textId="77777777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Charakterystyka osób z różnymi dysfunkcjami:</w:t>
      </w:r>
    </w:p>
    <w:p w14:paraId="3F99CFF1" w14:textId="6886AEE0" w:rsidR="00630723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lastRenderedPageBreak/>
        <w:t>r</w:t>
      </w:r>
      <w:r w:rsidR="00630723" w:rsidRPr="00AC619D">
        <w:rPr>
          <w:rFonts w:asciiTheme="minorHAnsi" w:hAnsiTheme="minorHAnsi" w:cstheme="minorHAnsi"/>
        </w:rPr>
        <w:t>uchowymi</w:t>
      </w:r>
      <w:r w:rsidRPr="00AC619D">
        <w:rPr>
          <w:rFonts w:asciiTheme="minorHAnsi" w:hAnsiTheme="minorHAnsi" w:cstheme="minorHAnsi"/>
        </w:rPr>
        <w:t>,</w:t>
      </w:r>
    </w:p>
    <w:p w14:paraId="0ACB1604" w14:textId="06B2CDAD" w:rsidR="00630723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p</w:t>
      </w:r>
      <w:r w:rsidR="00630723" w:rsidRPr="00AC619D">
        <w:rPr>
          <w:rFonts w:asciiTheme="minorHAnsi" w:hAnsiTheme="minorHAnsi" w:cstheme="minorHAnsi"/>
        </w:rPr>
        <w:t>oznawczymi i intelektualnymi</w:t>
      </w:r>
      <w:r w:rsidRPr="00AC619D">
        <w:rPr>
          <w:rFonts w:asciiTheme="minorHAnsi" w:hAnsiTheme="minorHAnsi" w:cstheme="minorHAnsi"/>
        </w:rPr>
        <w:t>,</w:t>
      </w:r>
    </w:p>
    <w:p w14:paraId="2C184A2E" w14:textId="5875E5D3" w:rsidR="00630723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s</w:t>
      </w:r>
      <w:r w:rsidR="00630723" w:rsidRPr="00AC619D">
        <w:rPr>
          <w:rFonts w:asciiTheme="minorHAnsi" w:hAnsiTheme="minorHAnsi" w:cstheme="minorHAnsi"/>
        </w:rPr>
        <w:t>łuchu</w:t>
      </w:r>
      <w:r w:rsidRPr="00AC619D">
        <w:rPr>
          <w:rFonts w:asciiTheme="minorHAnsi" w:hAnsiTheme="minorHAnsi" w:cstheme="minorHAnsi"/>
        </w:rPr>
        <w:t>,</w:t>
      </w:r>
    </w:p>
    <w:p w14:paraId="3AE29F6D" w14:textId="431C3A84" w:rsidR="00630723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w</w:t>
      </w:r>
      <w:r w:rsidR="00630723" w:rsidRPr="00AC619D">
        <w:rPr>
          <w:rFonts w:asciiTheme="minorHAnsi" w:hAnsiTheme="minorHAnsi" w:cstheme="minorHAnsi"/>
        </w:rPr>
        <w:t>zroku</w:t>
      </w:r>
      <w:r w:rsidRPr="00AC619D">
        <w:rPr>
          <w:rFonts w:asciiTheme="minorHAnsi" w:hAnsiTheme="minorHAnsi" w:cstheme="minorHAnsi"/>
        </w:rPr>
        <w:t>.</w:t>
      </w:r>
    </w:p>
    <w:p w14:paraId="230AF4D6" w14:textId="77777777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Dostępność dotyczy nie tylko niepełnosprawności.</w:t>
      </w:r>
    </w:p>
    <w:p w14:paraId="765F8038" w14:textId="77777777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Zróżnicowanie grup osób z niepełnosprawnościami.</w:t>
      </w:r>
    </w:p>
    <w:p w14:paraId="48C6D350" w14:textId="77777777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Najczęstsze przeszkody w zapewnianiu dostępności.</w:t>
      </w:r>
    </w:p>
    <w:p w14:paraId="0EA57E5B" w14:textId="5E6ED377" w:rsidR="00630723" w:rsidRPr="00AC619D" w:rsidRDefault="00C53D1A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Prawidłowa obsługa klienta z niepełnosprawnością na uczelni.</w:t>
      </w:r>
    </w:p>
    <w:p w14:paraId="7DED17CF" w14:textId="5CB3644E" w:rsidR="00630723" w:rsidRPr="00AC619D" w:rsidRDefault="00630723" w:rsidP="00AC619D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Dostępność cyfrowa a standard WCAG</w:t>
      </w:r>
      <w:r w:rsidR="00C53D1A" w:rsidRPr="00AC619D">
        <w:rPr>
          <w:rFonts w:asciiTheme="minorHAnsi" w:hAnsiTheme="minorHAnsi" w:cstheme="minorHAnsi"/>
        </w:rPr>
        <w:t>:</w:t>
      </w:r>
    </w:p>
    <w:p w14:paraId="0BB76D98" w14:textId="691BE9A3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Fundamenty i regulacje prawne</w:t>
      </w:r>
      <w:r w:rsidR="00C53D1A" w:rsidRPr="00AC619D">
        <w:rPr>
          <w:rFonts w:asciiTheme="minorHAnsi" w:hAnsiTheme="minorHAnsi" w:cstheme="minorHAnsi"/>
        </w:rPr>
        <w:t>.</w:t>
      </w:r>
    </w:p>
    <w:p w14:paraId="16F40A68" w14:textId="7C658079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Czym charakteryzuje się dostępność cyfrowa</w:t>
      </w:r>
      <w:r w:rsidR="00C53D1A" w:rsidRPr="00AC619D">
        <w:rPr>
          <w:rFonts w:asciiTheme="minorHAnsi" w:hAnsiTheme="minorHAnsi" w:cstheme="minorHAnsi"/>
        </w:rPr>
        <w:t>.</w:t>
      </w:r>
    </w:p>
    <w:p w14:paraId="2B3FF560" w14:textId="30BF43B6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Kto odpowiada za tworzenie standardów</w:t>
      </w:r>
      <w:r w:rsidR="00C53D1A" w:rsidRPr="00AC619D">
        <w:rPr>
          <w:rFonts w:asciiTheme="minorHAnsi" w:hAnsiTheme="minorHAnsi" w:cstheme="minorHAnsi"/>
        </w:rPr>
        <w:t>.</w:t>
      </w:r>
    </w:p>
    <w:p w14:paraId="4FB52330" w14:textId="77777777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WCAG jako globalny punkt odniesienia.</w:t>
      </w:r>
    </w:p>
    <w:p w14:paraId="7313D4EE" w14:textId="77777777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Struktura dokumentów WCAG.</w:t>
      </w:r>
    </w:p>
    <w:p w14:paraId="5ADCAF43" w14:textId="77777777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Podział wytycznych WCAG.</w:t>
      </w:r>
    </w:p>
    <w:p w14:paraId="5F3C8078" w14:textId="77777777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Definicja standardu WCAG.</w:t>
      </w:r>
    </w:p>
    <w:p w14:paraId="7045C98B" w14:textId="77777777" w:rsidR="00C53D1A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Obowiązek wdrażania dostępności cyfrowej – od kiedy obowiązuje.</w:t>
      </w:r>
    </w:p>
    <w:p w14:paraId="7BB8606E" w14:textId="50128E1E" w:rsidR="00630723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Wymogi techniczne i organizacyjne w kontekście standardu WCAG.</w:t>
      </w:r>
    </w:p>
    <w:p w14:paraId="6B5858A4" w14:textId="267F026F" w:rsidR="00630723" w:rsidRPr="00AC619D" w:rsidRDefault="00C53D1A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Polska ustawa o dostępności cyfrowej a standard WCAG, w tym wdrażanie kryteriów na poziomach A i AA.</w:t>
      </w:r>
    </w:p>
    <w:p w14:paraId="374D6F02" w14:textId="718D151E" w:rsidR="00630723" w:rsidRPr="00AC619D" w:rsidRDefault="00630723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 xml:space="preserve">Praktyczne aspekty dostępności </w:t>
      </w:r>
      <w:r w:rsidR="00C53D1A" w:rsidRPr="00AC619D">
        <w:rPr>
          <w:rFonts w:asciiTheme="minorHAnsi" w:hAnsiTheme="minorHAnsi" w:cstheme="minorHAnsi"/>
        </w:rPr>
        <w:t>.</w:t>
      </w:r>
    </w:p>
    <w:p w14:paraId="30A87B11" w14:textId="72DBD526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Deklaracja dostępności</w:t>
      </w:r>
      <w:r w:rsidR="00C53D1A" w:rsidRPr="00AC619D">
        <w:rPr>
          <w:rFonts w:asciiTheme="minorHAnsi" w:hAnsiTheme="minorHAnsi" w:cstheme="minorHAnsi"/>
        </w:rPr>
        <w:t>.</w:t>
      </w:r>
    </w:p>
    <w:p w14:paraId="4A85FEC3" w14:textId="2F6A26D4" w:rsidR="00630723" w:rsidRPr="00AC619D" w:rsidRDefault="00630723" w:rsidP="00AC619D">
      <w:pPr>
        <w:pStyle w:val="Akapitzlist"/>
        <w:numPr>
          <w:ilvl w:val="3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Jak ją przygotować i co powinna zawierać</w:t>
      </w:r>
      <w:r w:rsidR="00C53D1A" w:rsidRPr="00AC619D">
        <w:rPr>
          <w:rFonts w:asciiTheme="minorHAnsi" w:hAnsiTheme="minorHAnsi" w:cstheme="minorHAnsi"/>
        </w:rPr>
        <w:t>.</w:t>
      </w:r>
    </w:p>
    <w:p w14:paraId="118B528A" w14:textId="34688B2C" w:rsidR="00630723" w:rsidRPr="00AC619D" w:rsidRDefault="00630723" w:rsidP="00AC619D">
      <w:pPr>
        <w:pStyle w:val="Akapitzlist"/>
        <w:numPr>
          <w:ilvl w:val="3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lastRenderedPageBreak/>
        <w:t>Gdzie ją umieścić</w:t>
      </w:r>
      <w:r w:rsidR="00C53D1A" w:rsidRPr="00AC619D">
        <w:rPr>
          <w:rFonts w:asciiTheme="minorHAnsi" w:hAnsiTheme="minorHAnsi" w:cstheme="minorHAnsi"/>
        </w:rPr>
        <w:t>.</w:t>
      </w:r>
    </w:p>
    <w:p w14:paraId="28EA277D" w14:textId="29AFE609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Zasady aktualizacji.</w:t>
      </w:r>
    </w:p>
    <w:p w14:paraId="39F9B875" w14:textId="16BCA36C" w:rsidR="00630723" w:rsidRPr="00AC619D" w:rsidRDefault="00C53D1A" w:rsidP="00AC619D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Wymogi techniczne zgodne z ustawą oraz wytycznymi ministerstwa.</w:t>
      </w:r>
    </w:p>
    <w:p w14:paraId="3C26365F" w14:textId="78913934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 xml:space="preserve"> Praktyczne zagadnienia</w:t>
      </w:r>
      <w:r w:rsidR="00C53D1A" w:rsidRPr="00AC619D">
        <w:rPr>
          <w:rFonts w:asciiTheme="minorHAnsi" w:hAnsiTheme="minorHAnsi" w:cstheme="minorHAnsi"/>
        </w:rPr>
        <w:t>.</w:t>
      </w:r>
    </w:p>
    <w:p w14:paraId="2100BA7F" w14:textId="6BD5D8C3" w:rsidR="00630723" w:rsidRPr="00AC619D" w:rsidRDefault="00630723" w:rsidP="00AC619D">
      <w:pPr>
        <w:pStyle w:val="Akapitzlist"/>
        <w:numPr>
          <w:ilvl w:val="2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 xml:space="preserve"> Weryfikacja dostępności</w:t>
      </w:r>
      <w:r w:rsidR="00C53D1A" w:rsidRPr="00AC619D">
        <w:rPr>
          <w:rFonts w:asciiTheme="minorHAnsi" w:hAnsiTheme="minorHAnsi" w:cstheme="minorHAnsi"/>
        </w:rPr>
        <w:t>.</w:t>
      </w:r>
    </w:p>
    <w:p w14:paraId="683C8492" w14:textId="05E9A2CF" w:rsidR="00630723" w:rsidRPr="00AC619D" w:rsidRDefault="00630723" w:rsidP="00AC619D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Końcowy test podsumowujący umiejętności nabyte podczas kursu.</w:t>
      </w:r>
    </w:p>
    <w:p w14:paraId="4FDD9130" w14:textId="73433B2A" w:rsidR="00A07978" w:rsidRPr="00AC619D" w:rsidRDefault="00630723" w:rsidP="00AC619D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AC619D">
        <w:rPr>
          <w:rFonts w:asciiTheme="minorHAnsi" w:hAnsiTheme="minorHAnsi" w:cstheme="minorHAnsi"/>
        </w:rPr>
        <w:t>U</w:t>
      </w:r>
      <w:r w:rsidR="00C53D1A" w:rsidRPr="00AC619D">
        <w:rPr>
          <w:rFonts w:asciiTheme="minorHAnsi" w:hAnsiTheme="minorHAnsi" w:cstheme="minorHAnsi"/>
        </w:rPr>
        <w:t>waga</w:t>
      </w:r>
      <w:r w:rsidRPr="00AC619D">
        <w:rPr>
          <w:rFonts w:asciiTheme="minorHAnsi" w:hAnsiTheme="minorHAnsi" w:cstheme="minorHAnsi"/>
        </w:rPr>
        <w:t xml:space="preserve">: </w:t>
      </w:r>
      <w:r w:rsidR="00C53D1A" w:rsidRPr="00AC619D">
        <w:rPr>
          <w:rFonts w:asciiTheme="minorHAnsi" w:hAnsiTheme="minorHAnsi" w:cstheme="minorHAnsi"/>
        </w:rPr>
        <w:t>o</w:t>
      </w:r>
      <w:r w:rsidRPr="00AC619D">
        <w:rPr>
          <w:rFonts w:asciiTheme="minorHAnsi" w:hAnsiTheme="minorHAnsi" w:cstheme="minorHAnsi"/>
        </w:rPr>
        <w:t>bowiązek przygotowania i udostępnienia materiałów dydaktycznych.</w:t>
      </w:r>
    </w:p>
    <w:sectPr w:rsidR="00A07978" w:rsidRPr="00AC619D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D40E6" w14:textId="77777777" w:rsidR="00802DE9" w:rsidRPr="008757DC" w:rsidRDefault="00802DE9" w:rsidP="00E601A4">
      <w:r w:rsidRPr="008757DC">
        <w:separator/>
      </w:r>
    </w:p>
  </w:endnote>
  <w:endnote w:type="continuationSeparator" w:id="0">
    <w:p w14:paraId="12971884" w14:textId="77777777" w:rsidR="00802DE9" w:rsidRPr="008757DC" w:rsidRDefault="00802DE9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687D9B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687D9B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687D9B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687D9B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687D9B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687D9B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687D9B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687D9B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687D9B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687D9B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687D9B">
      <w:rPr>
        <w:rFonts w:asciiTheme="minorHAnsi" w:hAnsiTheme="minorHAnsi" w:cstheme="minorHAnsi"/>
        <w:caps/>
        <w:color w:val="auto"/>
      </w:rPr>
      <w:fldChar w:fldCharType="begin"/>
    </w:r>
    <w:r w:rsidRPr="00687D9B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687D9B">
      <w:rPr>
        <w:rFonts w:asciiTheme="minorHAnsi" w:hAnsiTheme="minorHAnsi" w:cstheme="minorHAnsi"/>
        <w:caps/>
        <w:color w:val="auto"/>
      </w:rPr>
      <w:fldChar w:fldCharType="separate"/>
    </w:r>
    <w:r w:rsidRPr="00687D9B">
      <w:rPr>
        <w:rFonts w:asciiTheme="minorHAnsi" w:hAnsiTheme="minorHAnsi" w:cstheme="minorHAnsi"/>
        <w:caps/>
        <w:color w:val="auto"/>
      </w:rPr>
      <w:t>2</w:t>
    </w:r>
    <w:r w:rsidRPr="00687D9B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687D9B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667D5" w14:textId="77777777" w:rsidR="00802DE9" w:rsidRPr="008757DC" w:rsidRDefault="00802DE9" w:rsidP="00E601A4">
      <w:r w:rsidRPr="008757DC">
        <w:separator/>
      </w:r>
    </w:p>
  </w:footnote>
  <w:footnote w:type="continuationSeparator" w:id="0">
    <w:p w14:paraId="7F7F6AD0" w14:textId="77777777" w:rsidR="00802DE9" w:rsidRPr="008757DC" w:rsidRDefault="00802DE9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14918462">
          <wp:extent cx="5761355" cy="792480"/>
          <wp:effectExtent l="0" t="0" r="0" b="7620"/>
          <wp:docPr id="1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2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75D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FB905A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32073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3"/>
  </w:num>
  <w:num w:numId="2" w16cid:durableId="1506214282">
    <w:abstractNumId w:val="2"/>
  </w:num>
  <w:num w:numId="3" w16cid:durableId="1726172554">
    <w:abstractNumId w:val="4"/>
  </w:num>
  <w:num w:numId="4" w16cid:durableId="843284076">
    <w:abstractNumId w:val="6"/>
  </w:num>
  <w:num w:numId="5" w16cid:durableId="1883592032">
    <w:abstractNumId w:val="1"/>
  </w:num>
  <w:num w:numId="6" w16cid:durableId="2089761661">
    <w:abstractNumId w:val="9"/>
  </w:num>
  <w:num w:numId="7" w16cid:durableId="1893998279">
    <w:abstractNumId w:val="7"/>
  </w:num>
  <w:num w:numId="8" w16cid:durableId="1717507746">
    <w:abstractNumId w:val="5"/>
  </w:num>
  <w:num w:numId="9" w16cid:durableId="1852255929">
    <w:abstractNumId w:val="0"/>
  </w:num>
  <w:num w:numId="10" w16cid:durableId="64494066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68A8"/>
    <w:rsid w:val="00080947"/>
    <w:rsid w:val="00094F10"/>
    <w:rsid w:val="000A2EAA"/>
    <w:rsid w:val="000A39AF"/>
    <w:rsid w:val="000B03DE"/>
    <w:rsid w:val="000B75D4"/>
    <w:rsid w:val="000C20F5"/>
    <w:rsid w:val="000C4A2F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16E17"/>
    <w:rsid w:val="00224124"/>
    <w:rsid w:val="00224CDE"/>
    <w:rsid w:val="002262AE"/>
    <w:rsid w:val="00250DA0"/>
    <w:rsid w:val="00252E97"/>
    <w:rsid w:val="0025312E"/>
    <w:rsid w:val="00253DC5"/>
    <w:rsid w:val="002577C8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64FE4"/>
    <w:rsid w:val="00472E5B"/>
    <w:rsid w:val="00482793"/>
    <w:rsid w:val="004901AC"/>
    <w:rsid w:val="00495FEA"/>
    <w:rsid w:val="00496466"/>
    <w:rsid w:val="004A40F4"/>
    <w:rsid w:val="004A61EB"/>
    <w:rsid w:val="004A76EF"/>
    <w:rsid w:val="004B17F4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5397"/>
    <w:rsid w:val="005A5E9D"/>
    <w:rsid w:val="005A70F3"/>
    <w:rsid w:val="005A7F50"/>
    <w:rsid w:val="005B2A77"/>
    <w:rsid w:val="005D6D9D"/>
    <w:rsid w:val="005E2720"/>
    <w:rsid w:val="005E46CE"/>
    <w:rsid w:val="005E70D5"/>
    <w:rsid w:val="005F12D5"/>
    <w:rsid w:val="00600D3D"/>
    <w:rsid w:val="0060633E"/>
    <w:rsid w:val="00607054"/>
    <w:rsid w:val="006075CE"/>
    <w:rsid w:val="0061602D"/>
    <w:rsid w:val="00617483"/>
    <w:rsid w:val="00626FBE"/>
    <w:rsid w:val="00630673"/>
    <w:rsid w:val="00630723"/>
    <w:rsid w:val="006413C2"/>
    <w:rsid w:val="00645744"/>
    <w:rsid w:val="00650988"/>
    <w:rsid w:val="00652534"/>
    <w:rsid w:val="0065657C"/>
    <w:rsid w:val="00672F4A"/>
    <w:rsid w:val="00680213"/>
    <w:rsid w:val="006874C8"/>
    <w:rsid w:val="00687D9B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2DE9"/>
    <w:rsid w:val="00807DBA"/>
    <w:rsid w:val="00810D00"/>
    <w:rsid w:val="00812014"/>
    <w:rsid w:val="00821A8B"/>
    <w:rsid w:val="008226FF"/>
    <w:rsid w:val="008416CE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364F"/>
    <w:rsid w:val="00914EFA"/>
    <w:rsid w:val="00917CE9"/>
    <w:rsid w:val="0092004D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707EA"/>
    <w:rsid w:val="00A72955"/>
    <w:rsid w:val="00A73EDD"/>
    <w:rsid w:val="00A7444F"/>
    <w:rsid w:val="00A86CDD"/>
    <w:rsid w:val="00A86FEC"/>
    <w:rsid w:val="00A87D3C"/>
    <w:rsid w:val="00AA0534"/>
    <w:rsid w:val="00AA6F71"/>
    <w:rsid w:val="00AB0AE1"/>
    <w:rsid w:val="00AB327A"/>
    <w:rsid w:val="00AB6C17"/>
    <w:rsid w:val="00AC1934"/>
    <w:rsid w:val="00AC1CDD"/>
    <w:rsid w:val="00AC4D4A"/>
    <w:rsid w:val="00AC619D"/>
    <w:rsid w:val="00AD3657"/>
    <w:rsid w:val="00AD6AE6"/>
    <w:rsid w:val="00AE191A"/>
    <w:rsid w:val="00AF06D8"/>
    <w:rsid w:val="00AF704A"/>
    <w:rsid w:val="00B210A3"/>
    <w:rsid w:val="00B274ED"/>
    <w:rsid w:val="00B441A0"/>
    <w:rsid w:val="00B449F7"/>
    <w:rsid w:val="00B50524"/>
    <w:rsid w:val="00B519FF"/>
    <w:rsid w:val="00B523B6"/>
    <w:rsid w:val="00B5619A"/>
    <w:rsid w:val="00B67F84"/>
    <w:rsid w:val="00B767D6"/>
    <w:rsid w:val="00B80717"/>
    <w:rsid w:val="00B808C0"/>
    <w:rsid w:val="00B876D0"/>
    <w:rsid w:val="00B92DD7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913C2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57B1C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C:\Users\Instrux Media\Documents\Linda's files\Projects_22-23\eCampus Ontario\Development Documents\Templates\New content\Accessible_MSWord_Template.dotx</Template>
  <TotalTime>47</TotalTime>
  <Pages>4</Pages>
  <Words>409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Natalia Pieniek Gniadek</cp:lastModifiedBy>
  <cp:revision>10</cp:revision>
  <dcterms:created xsi:type="dcterms:W3CDTF">2025-10-28T12:48:00Z</dcterms:created>
  <dcterms:modified xsi:type="dcterms:W3CDTF">2026-01-13T08:27:00Z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